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59214B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-7036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96384B" w:rsidRDefault="00B00FC3">
                            <w:pPr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31167B" w:rsidRDefault="00B00FC3" w:rsidP="00B00FC3">
                            <w:pPr>
                              <w:ind w:firstLine="840"/>
                              <w:rPr>
                                <w:rFonts w:ascii="HG教科書体" w:eastAsia="HG教科書体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8pt;margin-top:-.55pt;width:102pt;height:2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" filled="f" stroked="f" strokeweight=".5pt">
                <v:textbox style="layout-flow:vertical-ideographic">
                  <w:txbxContent>
                    <w:p w:rsidR="00B00FC3" w:rsidRPr="0096384B" w:rsidRDefault="00B00FC3">
                      <w:pPr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31167B" w:rsidRDefault="00B00FC3" w:rsidP="00B00FC3">
                      <w:pPr>
                        <w:ind w:firstLine="840"/>
                        <w:rPr>
                          <w:rFonts w:ascii="HG教科書体" w:eastAsia="HG教科書体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-532739</wp:posOffset>
            </wp:positionV>
            <wp:extent cx="1089965" cy="5505763"/>
            <wp:effectExtent l="0" t="0" r="0" b="0"/>
            <wp:wrapNone/>
            <wp:docPr id="3" name="図 3" descr="C:\Users\tsuchiya\AppData\Local\Microsoft\Windows\INetCache\Content.Word\寒中見舞い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315" cy="562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7FF" w:rsidRDefault="004447FF" w:rsidP="004E0190">
      <w:r>
        <w:separator/>
      </w:r>
    </w:p>
  </w:endnote>
  <w:endnote w:type="continuationSeparator" w:id="0">
    <w:p w:rsidR="004447FF" w:rsidRDefault="004447FF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7FF" w:rsidRDefault="004447FF" w:rsidP="004E0190">
      <w:r>
        <w:separator/>
      </w:r>
    </w:p>
  </w:footnote>
  <w:footnote w:type="continuationSeparator" w:id="0">
    <w:p w:rsidR="004447FF" w:rsidRDefault="004447FF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447FF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9214B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